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5559" w:rsidRPr="0083338E" w:rsidRDefault="0083338E">
      <w:pPr>
        <w:rPr>
          <w:rFonts w:ascii="Century Gothic" w:hAnsi="Century Gothic"/>
          <w:b/>
          <w:sz w:val="32"/>
          <w:szCs w:val="32"/>
        </w:rPr>
      </w:pPr>
      <w:r>
        <w:rPr>
          <w:rFonts w:ascii="Century Gothic" w:hAnsi="Century Gothic"/>
          <w:b/>
          <w:sz w:val="32"/>
          <w:szCs w:val="32"/>
        </w:rPr>
        <w:t xml:space="preserve">              </w:t>
      </w:r>
      <w:proofErr w:type="spellStart"/>
      <w:r w:rsidRPr="0083338E">
        <w:rPr>
          <w:rFonts w:ascii="Century Gothic" w:hAnsi="Century Gothic"/>
          <w:b/>
          <w:sz w:val="32"/>
          <w:szCs w:val="32"/>
        </w:rPr>
        <w:t>Tira</w:t>
      </w:r>
      <w:proofErr w:type="spellEnd"/>
      <w:r w:rsidRPr="0083338E">
        <w:rPr>
          <w:rFonts w:ascii="Century Gothic" w:hAnsi="Century Gothic"/>
          <w:b/>
          <w:sz w:val="32"/>
          <w:szCs w:val="32"/>
        </w:rPr>
        <w:t xml:space="preserve"> un </w:t>
      </w:r>
      <w:proofErr w:type="spellStart"/>
      <w:r w:rsidRPr="0083338E">
        <w:rPr>
          <w:rFonts w:ascii="Century Gothic" w:hAnsi="Century Gothic"/>
          <w:b/>
          <w:sz w:val="32"/>
          <w:szCs w:val="32"/>
        </w:rPr>
        <w:t>seis</w:t>
      </w:r>
      <w:proofErr w:type="spellEnd"/>
    </w:p>
    <w:p w:rsidR="00CD6860" w:rsidRPr="0083338E" w:rsidRDefault="00CD6860"/>
    <w:p w:rsidR="00CD6860" w:rsidRPr="0083338E" w:rsidRDefault="00CD6860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 w</w:t>
      </w:r>
      <w:r w:rsidR="0095461E" w:rsidRPr="0083338E">
        <w:rPr>
          <w:rFonts w:ascii="Arial" w:hAnsi="Arial" w:cs="Arial"/>
        </w:rPr>
        <w:t>ent___________________</w:t>
      </w:r>
    </w:p>
    <w:p w:rsidR="00CD6860" w:rsidRPr="0083338E" w:rsidRDefault="0095461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They drank___________</w:t>
      </w:r>
      <w:r w:rsidR="00CD6860" w:rsidRPr="0083338E">
        <w:rPr>
          <w:rFonts w:ascii="Arial" w:hAnsi="Arial" w:cs="Arial"/>
        </w:rPr>
        <w:t>____</w:t>
      </w:r>
    </w:p>
    <w:p w:rsidR="00CD6860" w:rsidRPr="0083338E" w:rsidRDefault="0095461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Those boys______</w:t>
      </w:r>
      <w:r w:rsidR="00CD6860" w:rsidRPr="0083338E">
        <w:rPr>
          <w:rFonts w:ascii="Arial" w:hAnsi="Arial" w:cs="Arial"/>
        </w:rPr>
        <w:t>_</w:t>
      </w:r>
      <w:r w:rsidRPr="0083338E">
        <w:rPr>
          <w:rFonts w:ascii="Arial" w:hAnsi="Arial" w:cs="Arial"/>
        </w:rPr>
        <w:t>_</w:t>
      </w:r>
      <w:r w:rsidR="00CD6860" w:rsidRPr="0083338E">
        <w:rPr>
          <w:rFonts w:ascii="Arial" w:hAnsi="Arial" w:cs="Arial"/>
        </w:rPr>
        <w:t>______</w:t>
      </w:r>
    </w:p>
    <w:p w:rsidR="00CD6860" w:rsidRPr="0083338E" w:rsidRDefault="0095461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We talked ________</w:t>
      </w:r>
      <w:r w:rsidR="00CD6860" w:rsidRPr="0083338E">
        <w:rPr>
          <w:rFonts w:ascii="Arial" w:hAnsi="Arial" w:cs="Arial"/>
        </w:rPr>
        <w:t>_______</w:t>
      </w:r>
    </w:p>
    <w:p w:rsidR="00CD6860" w:rsidRPr="0083338E" w:rsidRDefault="0095461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 heard__</w:t>
      </w:r>
      <w:r w:rsidR="00CD6860" w:rsidRPr="0083338E">
        <w:rPr>
          <w:rFonts w:ascii="Arial" w:hAnsi="Arial" w:cs="Arial"/>
        </w:rPr>
        <w:t>________________</w:t>
      </w:r>
    </w:p>
    <w:p w:rsidR="00CD6860" w:rsidRPr="0083338E" w:rsidRDefault="0095461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These hens__</w:t>
      </w:r>
      <w:r w:rsidR="00CD6860" w:rsidRPr="0083338E">
        <w:rPr>
          <w:rFonts w:ascii="Arial" w:hAnsi="Arial" w:cs="Arial"/>
        </w:rPr>
        <w:t>____________</w:t>
      </w:r>
    </w:p>
    <w:p w:rsidR="00CD6860" w:rsidRPr="0083338E" w:rsidRDefault="0095461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He made_______</w:t>
      </w:r>
      <w:r w:rsidR="00CD6860" w:rsidRPr="0083338E">
        <w:rPr>
          <w:rFonts w:ascii="Arial" w:hAnsi="Arial" w:cs="Arial"/>
        </w:rPr>
        <w:t>_________</w:t>
      </w:r>
    </w:p>
    <w:p w:rsidR="00CD6860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cow (over there)_____</w:t>
      </w:r>
      <w:r w:rsidR="00CD6860" w:rsidRPr="0083338E">
        <w:rPr>
          <w:rFonts w:ascii="Arial" w:hAnsi="Arial" w:cs="Arial"/>
        </w:rPr>
        <w:t>__</w:t>
      </w:r>
    </w:p>
    <w:p w:rsidR="00CD6860" w:rsidRPr="0083338E" w:rsidRDefault="00CD6860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Y</w:t>
      </w:r>
      <w:r w:rsidR="0083338E" w:rsidRPr="0083338E">
        <w:rPr>
          <w:rFonts w:ascii="Arial" w:hAnsi="Arial" w:cs="Arial"/>
        </w:rPr>
        <w:t>ou (s/form) wrote_________</w:t>
      </w:r>
    </w:p>
    <w:p w:rsidR="00CD6860" w:rsidRPr="0083338E" w:rsidRDefault="00CD6860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 showere</w:t>
      </w:r>
      <w:r w:rsidR="0083338E" w:rsidRPr="0083338E">
        <w:rPr>
          <w:rFonts w:ascii="Arial" w:hAnsi="Arial" w:cs="Arial"/>
        </w:rPr>
        <w:t>d myself___</w:t>
      </w:r>
      <w:r w:rsidRPr="0083338E">
        <w:rPr>
          <w:rFonts w:ascii="Arial" w:hAnsi="Arial" w:cs="Arial"/>
        </w:rPr>
        <w:t>______</w:t>
      </w:r>
    </w:p>
    <w:p w:rsidR="00CD6860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We lived_</w:t>
      </w:r>
      <w:r w:rsidR="00CD6860" w:rsidRPr="0083338E">
        <w:rPr>
          <w:rFonts w:ascii="Arial" w:hAnsi="Arial" w:cs="Arial"/>
        </w:rPr>
        <w:t>________________</w:t>
      </w:r>
    </w:p>
    <w:p w:rsidR="00CD6860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You (p/</w:t>
      </w:r>
      <w:proofErr w:type="spellStart"/>
      <w:r w:rsidRPr="0083338E">
        <w:rPr>
          <w:rFonts w:ascii="Arial" w:hAnsi="Arial" w:cs="Arial"/>
        </w:rPr>
        <w:t>fam</w:t>
      </w:r>
      <w:proofErr w:type="spellEnd"/>
      <w:r w:rsidRPr="0083338E">
        <w:rPr>
          <w:rFonts w:ascii="Arial" w:hAnsi="Arial" w:cs="Arial"/>
        </w:rPr>
        <w:t>) cooked</w:t>
      </w:r>
      <w:r w:rsidR="00ED723A" w:rsidRPr="0083338E">
        <w:rPr>
          <w:rFonts w:ascii="Arial" w:hAnsi="Arial" w:cs="Arial"/>
        </w:rPr>
        <w:t>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They shaved themselves___</w:t>
      </w:r>
      <w:r w:rsidR="00ED723A" w:rsidRPr="0083338E">
        <w:rPr>
          <w:rFonts w:ascii="Arial" w:hAnsi="Arial" w:cs="Arial"/>
        </w:rPr>
        <w:t>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This quiz________________</w:t>
      </w:r>
      <w:r w:rsidR="00ED723A" w:rsidRPr="0083338E">
        <w:rPr>
          <w:rFonts w:ascii="Arial" w:hAnsi="Arial" w:cs="Arial"/>
        </w:rPr>
        <w:t>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pencil____________</w:t>
      </w:r>
      <w:r w:rsidR="00ED723A" w:rsidRPr="0083338E">
        <w:rPr>
          <w:rFonts w:ascii="Arial" w:hAnsi="Arial" w:cs="Arial"/>
        </w:rPr>
        <w:t>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</w:t>
      </w:r>
      <w:r w:rsidR="0083338E" w:rsidRPr="0083338E">
        <w:rPr>
          <w:rFonts w:ascii="Arial" w:hAnsi="Arial" w:cs="Arial"/>
        </w:rPr>
        <w:t>hat farm (far) ____________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This</w:t>
      </w:r>
      <w:r w:rsidR="0083338E" w:rsidRPr="0083338E">
        <w:rPr>
          <w:rFonts w:ascii="Arial" w:hAnsi="Arial" w:cs="Arial"/>
        </w:rPr>
        <w:t xml:space="preserve"> desk____________</w:t>
      </w:r>
      <w:r w:rsidRPr="0083338E">
        <w:rPr>
          <w:rFonts w:ascii="Arial" w:hAnsi="Arial" w:cs="Arial"/>
        </w:rPr>
        <w:t>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She</w:t>
      </w:r>
      <w:r w:rsidR="0083338E" w:rsidRPr="0083338E">
        <w:rPr>
          <w:rFonts w:ascii="Arial" w:hAnsi="Arial" w:cs="Arial"/>
        </w:rPr>
        <w:t xml:space="preserve"> left__________________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</w:t>
      </w:r>
      <w:r w:rsidR="0083338E" w:rsidRPr="0083338E">
        <w:rPr>
          <w:rFonts w:ascii="Arial" w:hAnsi="Arial" w:cs="Arial"/>
        </w:rPr>
        <w:t xml:space="preserve"> took a picture____________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 second pig___________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On</w:t>
      </w:r>
      <w:r w:rsidR="0083338E" w:rsidRPr="0083338E">
        <w:rPr>
          <w:rFonts w:ascii="Arial" w:hAnsi="Arial" w:cs="Arial"/>
        </w:rPr>
        <w:t xml:space="preserve"> top of______________</w:t>
      </w:r>
      <w:r w:rsidRPr="0083338E">
        <w:rPr>
          <w:rFonts w:ascii="Arial" w:hAnsi="Arial" w:cs="Arial"/>
        </w:rPr>
        <w:t>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 third student__________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Down</w:t>
      </w:r>
      <w:r w:rsidR="0083338E" w:rsidRPr="0083338E">
        <w:rPr>
          <w:rFonts w:ascii="Arial" w:hAnsi="Arial" w:cs="Arial"/>
        </w:rPr>
        <w:t>___________________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They came ______________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We</w:t>
      </w:r>
      <w:r w:rsidR="0083338E" w:rsidRPr="0083338E">
        <w:rPr>
          <w:rFonts w:ascii="Arial" w:hAnsi="Arial" w:cs="Arial"/>
        </w:rPr>
        <w:t xml:space="preserve"> gave__________</w:t>
      </w:r>
      <w:r w:rsidRPr="0083338E">
        <w:rPr>
          <w:rFonts w:ascii="Arial" w:hAnsi="Arial" w:cs="Arial"/>
        </w:rPr>
        <w:t>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They told us_______</w:t>
      </w:r>
      <w:r w:rsidR="00ED723A" w:rsidRPr="0083338E">
        <w:rPr>
          <w:rFonts w:ascii="Arial" w:hAnsi="Arial" w:cs="Arial"/>
        </w:rPr>
        <w:t>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 gave____</w:t>
      </w:r>
      <w:r w:rsidR="00ED723A" w:rsidRPr="0083338E">
        <w:rPr>
          <w:rFonts w:ascii="Arial" w:hAnsi="Arial" w:cs="Arial"/>
        </w:rPr>
        <w:t>_______________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horse (far)</w:t>
      </w:r>
      <w:r w:rsidR="00ED723A" w:rsidRPr="0083338E">
        <w:rPr>
          <w:rFonts w:ascii="Arial" w:hAnsi="Arial" w:cs="Arial"/>
        </w:rPr>
        <w:t>___________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What is that? _____</w:t>
      </w:r>
      <w:r w:rsidR="00ED723A" w:rsidRPr="0083338E">
        <w:rPr>
          <w:rFonts w:ascii="Arial" w:hAnsi="Arial" w:cs="Arial"/>
        </w:rPr>
        <w:t>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She said____</w:t>
      </w:r>
      <w:r w:rsidR="00ED723A" w:rsidRPr="0083338E">
        <w:rPr>
          <w:rFonts w:ascii="Arial" w:hAnsi="Arial" w:cs="Arial"/>
        </w:rPr>
        <w:t>_____________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music____</w:t>
      </w:r>
      <w:r w:rsidR="00ED723A" w:rsidRPr="0083338E">
        <w:rPr>
          <w:rFonts w:ascii="Arial" w:hAnsi="Arial" w:cs="Arial"/>
        </w:rPr>
        <w:t>___________</w:t>
      </w:r>
    </w:p>
    <w:p w:rsidR="00ED723A" w:rsidRPr="0083338E" w:rsidRDefault="00ED723A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Outside</w:t>
      </w:r>
      <w:r w:rsidR="0083338E" w:rsidRPr="0083338E">
        <w:rPr>
          <w:rFonts w:ascii="Arial" w:hAnsi="Arial" w:cs="Arial"/>
        </w:rPr>
        <w:t xml:space="preserve"> of _____</w:t>
      </w:r>
      <w:r w:rsidRPr="0083338E">
        <w:rPr>
          <w:rFonts w:ascii="Arial" w:hAnsi="Arial" w:cs="Arial"/>
        </w:rPr>
        <w:t>__________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 tenth paper___</w:t>
      </w:r>
      <w:r w:rsidR="00ED723A" w:rsidRPr="0083338E">
        <w:rPr>
          <w:rFonts w:ascii="Arial" w:hAnsi="Arial" w:cs="Arial"/>
        </w:rPr>
        <w:t>________</w:t>
      </w:r>
    </w:p>
    <w:p w:rsidR="00ED723A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You (p/form) read_______</w:t>
      </w:r>
      <w:r w:rsidR="00ED723A" w:rsidRPr="0083338E">
        <w:rPr>
          <w:rFonts w:ascii="Arial" w:hAnsi="Arial" w:cs="Arial"/>
        </w:rPr>
        <w:t>___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 made the bed___________</w:t>
      </w:r>
      <w:r w:rsidR="00B24409" w:rsidRPr="0083338E">
        <w:rPr>
          <w:rFonts w:ascii="Arial" w:hAnsi="Arial" w:cs="Arial"/>
        </w:rPr>
        <w:t>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They helped me_______</w:t>
      </w:r>
      <w:r w:rsidR="00B24409" w:rsidRPr="0083338E">
        <w:rPr>
          <w:rFonts w:ascii="Arial" w:hAnsi="Arial" w:cs="Arial"/>
        </w:rPr>
        <w:t>____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 first day_</w:t>
      </w:r>
      <w:r w:rsidR="00B24409" w:rsidRPr="0083338E">
        <w:rPr>
          <w:rFonts w:ascii="Arial" w:hAnsi="Arial" w:cs="Arial"/>
        </w:rPr>
        <w:t>_____________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Inside of __</w:t>
      </w:r>
      <w:r w:rsidR="00B24409" w:rsidRPr="0083338E">
        <w:rPr>
          <w:rFonts w:ascii="Arial" w:hAnsi="Arial" w:cs="Arial"/>
        </w:rPr>
        <w:t>______________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rooster__</w:t>
      </w:r>
      <w:r w:rsidR="00B24409" w:rsidRPr="0083338E">
        <w:rPr>
          <w:rFonts w:ascii="Arial" w:hAnsi="Arial" w:cs="Arial"/>
        </w:rPr>
        <w:t>____________</w:t>
      </w:r>
    </w:p>
    <w:p w:rsidR="00B24409" w:rsidRPr="0083338E" w:rsidRDefault="00B24409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You (s/</w:t>
      </w:r>
      <w:proofErr w:type="spellStart"/>
      <w:r w:rsidRPr="0083338E">
        <w:rPr>
          <w:rFonts w:ascii="Arial" w:hAnsi="Arial" w:cs="Arial"/>
        </w:rPr>
        <w:t>fam</w:t>
      </w:r>
      <w:proofErr w:type="spellEnd"/>
      <w:r w:rsidRPr="0083338E">
        <w:rPr>
          <w:rFonts w:ascii="Arial" w:hAnsi="Arial" w:cs="Arial"/>
        </w:rPr>
        <w:t>) ran__</w:t>
      </w:r>
      <w:r w:rsidR="0083338E" w:rsidRPr="0083338E">
        <w:rPr>
          <w:rFonts w:ascii="Arial" w:hAnsi="Arial" w:cs="Arial"/>
        </w:rPr>
        <w:t>_</w:t>
      </w:r>
      <w:r w:rsidRPr="0083338E">
        <w:rPr>
          <w:rFonts w:ascii="Arial" w:hAnsi="Arial" w:cs="Arial"/>
        </w:rPr>
        <w:t>________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Underneath______________</w:t>
      </w:r>
    </w:p>
    <w:p w:rsidR="00B24409" w:rsidRPr="0083338E" w:rsidRDefault="0083338E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My sister had_____________</w:t>
      </w:r>
    </w:p>
    <w:p w:rsidR="00B24409" w:rsidRPr="0083338E" w:rsidRDefault="00B24409" w:rsidP="00CD6860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To</w:t>
      </w:r>
      <w:r w:rsidR="0083338E" w:rsidRPr="0083338E">
        <w:rPr>
          <w:rFonts w:ascii="Arial" w:hAnsi="Arial" w:cs="Arial"/>
        </w:rPr>
        <w:t xml:space="preserve"> feed_</w:t>
      </w:r>
      <w:r w:rsidRPr="0083338E">
        <w:rPr>
          <w:rFonts w:ascii="Arial" w:hAnsi="Arial" w:cs="Arial"/>
        </w:rPr>
        <w:t>________________</w:t>
      </w:r>
    </w:p>
    <w:p w:rsidR="00B24409" w:rsidRPr="0083338E" w:rsidRDefault="00B24409" w:rsidP="0083338E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</w:t>
      </w:r>
      <w:r w:rsidR="0083338E" w:rsidRPr="0083338E">
        <w:rPr>
          <w:rFonts w:ascii="Arial" w:hAnsi="Arial" w:cs="Arial"/>
        </w:rPr>
        <w:t xml:space="preserve"> had __________________</w:t>
      </w:r>
    </w:p>
    <w:p w:rsidR="00B24409" w:rsidRDefault="00B24409" w:rsidP="00B24409">
      <w:pPr>
        <w:pStyle w:val="ListParagraph"/>
        <w:rPr>
          <w:rFonts w:ascii="Arial" w:hAnsi="Arial" w:cs="Arial"/>
        </w:rPr>
      </w:pPr>
    </w:p>
    <w:p w:rsidR="0083338E" w:rsidRDefault="0083338E" w:rsidP="00B24409">
      <w:pPr>
        <w:pStyle w:val="ListParagraph"/>
        <w:rPr>
          <w:rFonts w:ascii="Arial" w:hAnsi="Arial" w:cs="Arial"/>
        </w:rPr>
      </w:pPr>
    </w:p>
    <w:p w:rsidR="00E0191E" w:rsidRPr="0083338E" w:rsidRDefault="00E0191E" w:rsidP="00B24409">
      <w:pPr>
        <w:pStyle w:val="ListParagraph"/>
        <w:rPr>
          <w:rFonts w:ascii="Arial" w:hAnsi="Arial" w:cs="Arial"/>
        </w:rPr>
      </w:pPr>
      <w:bookmarkStart w:id="0" w:name="_GoBack"/>
      <w:bookmarkEnd w:id="0"/>
    </w:p>
    <w:p w:rsidR="00B24409" w:rsidRPr="0083338E" w:rsidRDefault="0083338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Up, above______</w:t>
      </w:r>
      <w:r w:rsidR="00B24409" w:rsidRPr="0083338E">
        <w:rPr>
          <w:rFonts w:ascii="Arial" w:hAnsi="Arial" w:cs="Arial"/>
        </w:rPr>
        <w:t>_________</w:t>
      </w:r>
    </w:p>
    <w:p w:rsidR="00B24409" w:rsidRPr="0083338E" w:rsidRDefault="00B24409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</w:t>
      </w:r>
      <w:r w:rsidR="0083338E" w:rsidRPr="0083338E">
        <w:rPr>
          <w:rFonts w:ascii="Arial" w:hAnsi="Arial" w:cs="Arial"/>
        </w:rPr>
        <w:t xml:space="preserve"> fifth bull_____</w:t>
      </w:r>
      <w:r w:rsidRPr="0083338E">
        <w:rPr>
          <w:rFonts w:ascii="Arial" w:hAnsi="Arial" w:cs="Arial"/>
        </w:rPr>
        <w:t>_________</w:t>
      </w:r>
    </w:p>
    <w:p w:rsidR="00B24409" w:rsidRPr="0083338E" w:rsidRDefault="0083338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fence (far)_____</w:t>
      </w:r>
      <w:r w:rsidR="00B24409" w:rsidRPr="0083338E">
        <w:rPr>
          <w:rFonts w:ascii="Arial" w:hAnsi="Arial" w:cs="Arial"/>
        </w:rPr>
        <w:t>______</w:t>
      </w:r>
    </w:p>
    <w:p w:rsidR="00B24409" w:rsidRPr="0083338E" w:rsidRDefault="00B24409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 xml:space="preserve"> </w:t>
      </w:r>
      <w:r w:rsidR="0095461E" w:rsidRPr="0083338E">
        <w:rPr>
          <w:rFonts w:ascii="Arial" w:hAnsi="Arial" w:cs="Arial"/>
        </w:rPr>
        <w:t>The</w:t>
      </w:r>
      <w:r w:rsidR="0083338E" w:rsidRPr="0083338E">
        <w:rPr>
          <w:rFonts w:ascii="Arial" w:hAnsi="Arial" w:cs="Arial"/>
        </w:rPr>
        <w:t xml:space="preserve"> eighth llama________</w:t>
      </w:r>
      <w:r w:rsidR="0095461E" w:rsidRPr="0083338E">
        <w:rPr>
          <w:rFonts w:ascii="Arial" w:hAnsi="Arial" w:cs="Arial"/>
        </w:rPr>
        <w:t>__</w:t>
      </w:r>
    </w:p>
    <w:p w:rsidR="0095461E" w:rsidRPr="0083338E" w:rsidRDefault="0095461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 shepherd</w:t>
      </w:r>
      <w:r w:rsidR="0083338E" w:rsidRPr="0083338E">
        <w:rPr>
          <w:rFonts w:ascii="Arial" w:hAnsi="Arial" w:cs="Arial"/>
        </w:rPr>
        <w:t xml:space="preserve"> walked_______</w:t>
      </w:r>
    </w:p>
    <w:p w:rsidR="0095461E" w:rsidRPr="0083338E" w:rsidRDefault="0083338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This mother__________</w:t>
      </w:r>
      <w:r w:rsidR="0095461E" w:rsidRPr="0083338E">
        <w:rPr>
          <w:rFonts w:ascii="Arial" w:hAnsi="Arial" w:cs="Arial"/>
        </w:rPr>
        <w:t>____</w:t>
      </w:r>
    </w:p>
    <w:p w:rsidR="0095461E" w:rsidRPr="0083338E" w:rsidRDefault="0083338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These scissors______</w:t>
      </w:r>
      <w:r w:rsidR="0095461E" w:rsidRPr="0083338E">
        <w:rPr>
          <w:rFonts w:ascii="Arial" w:hAnsi="Arial" w:cs="Arial"/>
        </w:rPr>
        <w:t>______</w:t>
      </w:r>
    </w:p>
    <w:p w:rsidR="0095461E" w:rsidRPr="0083338E" w:rsidRDefault="0083338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That corral_____</w:t>
      </w:r>
      <w:r w:rsidR="0095461E" w:rsidRPr="0083338E">
        <w:rPr>
          <w:rFonts w:ascii="Arial" w:hAnsi="Arial" w:cs="Arial"/>
        </w:rPr>
        <w:t>__________</w:t>
      </w:r>
    </w:p>
    <w:p w:rsidR="0095461E" w:rsidRPr="0083338E" w:rsidRDefault="0083338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I studied_____</w:t>
      </w:r>
      <w:r w:rsidR="0095461E" w:rsidRPr="0083338E">
        <w:rPr>
          <w:rFonts w:ascii="Arial" w:hAnsi="Arial" w:cs="Arial"/>
        </w:rPr>
        <w:t>____________</w:t>
      </w:r>
    </w:p>
    <w:p w:rsidR="0095461E" w:rsidRPr="0083338E" w:rsidRDefault="0095461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We</w:t>
      </w:r>
      <w:r w:rsidR="0083338E" w:rsidRPr="0083338E">
        <w:rPr>
          <w:rFonts w:ascii="Arial" w:hAnsi="Arial" w:cs="Arial"/>
        </w:rPr>
        <w:t xml:space="preserve"> were____</w:t>
      </w:r>
      <w:r w:rsidRPr="0083338E">
        <w:rPr>
          <w:rFonts w:ascii="Arial" w:hAnsi="Arial" w:cs="Arial"/>
        </w:rPr>
        <w:t>_____________</w:t>
      </w:r>
    </w:p>
    <w:p w:rsidR="0095461E" w:rsidRPr="0095461E" w:rsidRDefault="0095461E" w:rsidP="00B24409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 w:rsidRPr="0083338E">
        <w:rPr>
          <w:rFonts w:ascii="Arial" w:hAnsi="Arial" w:cs="Arial"/>
        </w:rPr>
        <w:t>The</w:t>
      </w:r>
      <w:r w:rsidR="0083338E" w:rsidRPr="0083338E">
        <w:rPr>
          <w:rFonts w:ascii="Arial" w:hAnsi="Arial" w:cs="Arial"/>
        </w:rPr>
        <w:t xml:space="preserve"> last </w:t>
      </w:r>
      <w:r w:rsidR="0083338E">
        <w:rPr>
          <w:rFonts w:ascii="Arial" w:hAnsi="Arial" w:cs="Arial"/>
        </w:rPr>
        <w:t>question</w:t>
      </w:r>
      <w:r w:rsidRPr="0095461E">
        <w:rPr>
          <w:rFonts w:ascii="Arial" w:hAnsi="Arial" w:cs="Arial"/>
        </w:rPr>
        <w:t>_</w:t>
      </w:r>
      <w:r w:rsidR="0083338E">
        <w:rPr>
          <w:rFonts w:ascii="Arial" w:hAnsi="Arial" w:cs="Arial"/>
        </w:rPr>
        <w:t>_</w:t>
      </w:r>
      <w:r w:rsidRPr="0095461E">
        <w:rPr>
          <w:rFonts w:ascii="Arial" w:hAnsi="Arial" w:cs="Arial"/>
        </w:rPr>
        <w:t>________</w:t>
      </w:r>
    </w:p>
    <w:sectPr w:rsidR="0095461E" w:rsidRPr="0095461E" w:rsidSect="00CD6860">
      <w:pgSz w:w="12240" w:h="15840"/>
      <w:pgMar w:top="1440" w:right="1800" w:bottom="1440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F62D7"/>
    <w:multiLevelType w:val="hybridMultilevel"/>
    <w:tmpl w:val="C4184E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6860"/>
    <w:rsid w:val="007168F2"/>
    <w:rsid w:val="0083338E"/>
    <w:rsid w:val="0095461E"/>
    <w:rsid w:val="00AE5559"/>
    <w:rsid w:val="00B24409"/>
    <w:rsid w:val="00CD6860"/>
    <w:rsid w:val="00E0191E"/>
    <w:rsid w:val="00ED7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8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8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A3E89BCE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DCSD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Prine</dc:creator>
  <cp:lastModifiedBy>Prine, Stephanie</cp:lastModifiedBy>
  <cp:revision>2</cp:revision>
  <cp:lastPrinted>2013-02-11T13:21:00Z</cp:lastPrinted>
  <dcterms:created xsi:type="dcterms:W3CDTF">2013-02-11T21:38:00Z</dcterms:created>
  <dcterms:modified xsi:type="dcterms:W3CDTF">2013-02-11T21:38:00Z</dcterms:modified>
</cp:coreProperties>
</file>